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62649C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62649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0.75pt;margin-top:30pt;width:122.25pt;height:154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946C06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946C06">
                    <w:rPr>
                      <w:b/>
                      <w:color w:val="000000" w:themeColor="text1"/>
                      <w:sz w:val="26"/>
                      <w:szCs w:val="26"/>
                    </w:rPr>
                    <w:drawing>
                      <wp:inline distT="0" distB="0" distL="0" distR="0">
                        <wp:extent cx="1331595" cy="1886758"/>
                        <wp:effectExtent l="19050" t="0" r="1905" b="0"/>
                        <wp:docPr id="11" name="il_fi" descr="http://www.stardusttrailers.com/gallery_film/A_Midsummer_Nights_Dream(movie_wallpaper_pictures_photo_pics_poster)()sogno_di_una_notte_estate_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stardusttrailers.com/gallery_film/A_Midsummer_Nights_Dream(movie_wallpaper_pictures_photo_pics_poster)()sogno_di_una_notte_estate_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r="5400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1595" cy="18867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62649C">
        <w:rPr>
          <w:noProof/>
        </w:rPr>
        <w:pict>
          <v:shape id="_x0000_s1029" type="#_x0000_t202" style="position:absolute;margin-left:171.75pt;margin-top:66pt;width:339.75pt;height:24.75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Pr="001E4547" w:rsidRDefault="00745DCD" w:rsidP="00946C06">
                  <w:pPr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946C06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Bottom</w:t>
                  </w:r>
                </w:p>
              </w:txbxContent>
            </v:textbox>
          </v:shape>
        </w:pict>
      </w:r>
      <w:r w:rsidRPr="0062649C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Pr="0062649C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Pr="0062649C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attachedTemplate r:id="rId1"/>
  <w:defaultTabStop w:val="720"/>
  <w:characterSpacingControl w:val="doNotCompress"/>
  <w:compat/>
  <w:rsids>
    <w:rsidRoot w:val="00946C06"/>
    <w:rsid w:val="003E3328"/>
    <w:rsid w:val="00550109"/>
    <w:rsid w:val="005B0ED3"/>
    <w:rsid w:val="0062649C"/>
    <w:rsid w:val="00745DCD"/>
    <w:rsid w:val="00946C06"/>
    <w:rsid w:val="00D6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0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2011-01-26T15:01:00Z</dcterms:created>
  <dcterms:modified xsi:type="dcterms:W3CDTF">2011-01-26T15:01:00Z</dcterms:modified>
</cp:coreProperties>
</file>